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C3" w:rsidRPr="006E4689" w:rsidRDefault="002C0FC3" w:rsidP="006E4689">
      <w:pPr>
        <w:jc w:val="center"/>
        <w:rPr>
          <w:u w:val="single"/>
        </w:rPr>
      </w:pPr>
      <w:r>
        <w:rPr>
          <w:u w:val="single"/>
        </w:rPr>
        <w:t>PLC Team Meeting Minutes</w:t>
      </w:r>
    </w:p>
    <w:p w:rsidR="002C0FC3" w:rsidRDefault="002C0FC3" w:rsidP="003C35B2"/>
    <w:p w:rsidR="002C0FC3" w:rsidRDefault="002C0FC3" w:rsidP="003C35B2"/>
    <w:p w:rsidR="002C0FC3" w:rsidRDefault="002C0FC3" w:rsidP="003C35B2">
      <w:r>
        <w:t>PLC:__________________________________</w:t>
      </w:r>
      <w:r>
        <w:tab/>
        <w:t>Date of Meeting:________________</w:t>
      </w:r>
    </w:p>
    <w:p w:rsidR="002C0FC3" w:rsidRDefault="002C0FC3" w:rsidP="003C35B2"/>
    <w:p w:rsidR="002C0FC3" w:rsidRDefault="002C0FC3" w:rsidP="003C35B2">
      <w:r>
        <w:t>Chair:_________________________________</w:t>
      </w:r>
      <w:r>
        <w:tab/>
        <w:t>Scribe:________________________</w:t>
      </w:r>
    </w:p>
    <w:p w:rsidR="002C0FC3" w:rsidRDefault="002C0FC3" w:rsidP="003C35B2"/>
    <w:p w:rsidR="002C0FC3" w:rsidRDefault="002C0FC3" w:rsidP="00995772"/>
    <w:p w:rsidR="002C0FC3" w:rsidRDefault="002C0FC3" w:rsidP="00995772">
      <w:r>
        <w:t xml:space="preserve">I.  </w:t>
      </w:r>
      <w:r>
        <w:tab/>
        <w:t>Agenda Items accomplished during today's meeting:</w:t>
      </w:r>
    </w:p>
    <w:p w:rsidR="002C0FC3" w:rsidRDefault="002C0FC3" w:rsidP="00995772"/>
    <w:p w:rsidR="002C0FC3" w:rsidRDefault="002C0FC3" w:rsidP="00995772">
      <w:pPr>
        <w:ind w:firstLine="720"/>
      </w:pPr>
    </w:p>
    <w:p w:rsidR="002C0FC3" w:rsidRDefault="002C0FC3" w:rsidP="00995772">
      <w:pPr>
        <w:ind w:firstLine="720"/>
      </w:pPr>
    </w:p>
    <w:p w:rsidR="002C0FC3" w:rsidRDefault="002C0FC3" w:rsidP="00995772">
      <w:pPr>
        <w:ind w:firstLine="720"/>
      </w:pPr>
    </w:p>
    <w:p w:rsidR="002C0FC3" w:rsidRDefault="002C0FC3" w:rsidP="00995772">
      <w:pPr>
        <w:ind w:firstLine="720"/>
      </w:pPr>
    </w:p>
    <w:p w:rsidR="002C0FC3" w:rsidRDefault="002C0FC3" w:rsidP="00995772">
      <w:pPr>
        <w:ind w:firstLine="720"/>
      </w:pPr>
      <w:r>
        <w:t>TEAM’S SMART GOAL -___________________________________________</w:t>
      </w:r>
    </w:p>
    <w:p w:rsidR="002C0FC3" w:rsidRDefault="002C0FC3" w:rsidP="00995772">
      <w:pPr>
        <w:ind w:firstLine="720"/>
      </w:pPr>
    </w:p>
    <w:p w:rsidR="002C0FC3" w:rsidRDefault="002C0FC3" w:rsidP="00995772">
      <w:pPr>
        <w:ind w:firstLine="720"/>
      </w:pPr>
      <w:r w:rsidRPr="00995772">
        <w:t>4 KEY QUESTIONS – to guide EVERYTHING we do</w:t>
      </w:r>
    </w:p>
    <w:p w:rsidR="002C0FC3" w:rsidRPr="00995772" w:rsidRDefault="002C0FC3" w:rsidP="00995772">
      <w:pPr>
        <w:ind w:firstLine="720"/>
      </w:pPr>
      <w:r w:rsidRPr="00995772">
        <w:br/>
        <w:t xml:space="preserve"> </w:t>
      </w:r>
      <w:r w:rsidRPr="00995772">
        <w:tab/>
        <w:t>What is it we expect our students to learn? ---  (Essential Learnings)</w:t>
      </w:r>
      <w:r w:rsidRPr="00995772">
        <w:br/>
        <w:t xml:space="preserve"> </w:t>
      </w:r>
      <w:r w:rsidRPr="00995772">
        <w:tab/>
        <w:t>How will we know when they have learned it?  ---  (Assessments)</w:t>
      </w:r>
      <w:r w:rsidRPr="00995772">
        <w:br/>
        <w:t xml:space="preserve"> </w:t>
      </w:r>
      <w:r w:rsidRPr="00995772">
        <w:tab/>
        <w:t>How will we respond when they don’t learn it?  ---  (</w:t>
      </w:r>
      <w:r>
        <w:t>Corrective Instruction</w:t>
      </w:r>
      <w:r w:rsidRPr="00995772">
        <w:t>)</w:t>
      </w:r>
      <w:r w:rsidRPr="00995772">
        <w:br/>
        <w:t xml:space="preserve"> </w:t>
      </w:r>
      <w:r w:rsidRPr="00995772">
        <w:tab/>
        <w:t>How will we respond when they already know it?  ---  (Acceleration)</w:t>
      </w:r>
    </w:p>
    <w:p w:rsidR="002C0FC3" w:rsidRDefault="002C0FC3" w:rsidP="00995772"/>
    <w:p w:rsidR="002C0FC3" w:rsidRDefault="002C0FC3" w:rsidP="003C35B2">
      <w:r>
        <w:t xml:space="preserve">II.  </w:t>
      </w:r>
      <w:r>
        <w:tab/>
        <w:t>AFL Framework:</w:t>
      </w:r>
    </w:p>
    <w:p w:rsidR="002C0FC3" w:rsidRDefault="002C0FC3" w:rsidP="003C35B2"/>
    <w:p w:rsidR="002C0FC3" w:rsidRDefault="002C0FC3" w:rsidP="003C35B2">
      <w:r>
        <w:tab/>
        <w:t>Examine Standards and Identify Essential Learnings</w:t>
      </w:r>
    </w:p>
    <w:p w:rsidR="002C0FC3" w:rsidRDefault="002C0FC3" w:rsidP="003C35B2">
      <w:r>
        <w:tab/>
        <w:t>Unpack the Curriculum</w:t>
      </w:r>
    </w:p>
    <w:p w:rsidR="002C0FC3" w:rsidRDefault="002C0FC3" w:rsidP="003C35B2">
      <w:r>
        <w:tab/>
        <w:t>Review / Develop Common Assessments and Establish SMART Goals</w:t>
      </w:r>
    </w:p>
    <w:p w:rsidR="002C0FC3" w:rsidRDefault="002C0FC3" w:rsidP="003C35B2">
      <w:r>
        <w:tab/>
        <w:t>Plan and Deliver Instruction</w:t>
      </w:r>
    </w:p>
    <w:p w:rsidR="002C0FC3" w:rsidRDefault="002C0FC3" w:rsidP="003C35B2">
      <w:r>
        <w:tab/>
        <w:t>Administer Assessments, Analyze Data, Begin Corrective Instruction</w:t>
      </w:r>
    </w:p>
    <w:p w:rsidR="002C0FC3" w:rsidRDefault="002C0FC3" w:rsidP="003C35B2"/>
    <w:p w:rsidR="002C0FC3" w:rsidRDefault="002C0FC3" w:rsidP="003C35B2">
      <w:r>
        <w:t>III.</w:t>
      </w:r>
      <w:r>
        <w:tab/>
        <w:t>List of PLC team members:</w:t>
      </w:r>
    </w:p>
    <w:p w:rsidR="002C0FC3" w:rsidRDefault="002C0FC3" w:rsidP="003C35B2"/>
    <w:p w:rsidR="002C0FC3" w:rsidRDefault="002C0FC3" w:rsidP="00B12DFE">
      <w:pPr>
        <w:ind w:firstLine="720"/>
      </w:pPr>
      <w:r>
        <w:t xml:space="preserve"> </w:t>
      </w:r>
      <w:r w:rsidRPr="00204F00">
        <w:rPr>
          <w:u w:val="single"/>
        </w:rPr>
        <w:t>Present</w:t>
      </w:r>
      <w:r>
        <w:tab/>
      </w:r>
      <w:r>
        <w:tab/>
      </w:r>
      <w:r>
        <w:tab/>
      </w:r>
      <w:r>
        <w:tab/>
      </w:r>
      <w:r w:rsidRPr="00204F00">
        <w:rPr>
          <w:u w:val="single"/>
        </w:rPr>
        <w:t>Absent</w:t>
      </w:r>
      <w:r>
        <w:rPr>
          <w:u w:val="single"/>
        </w:rPr>
        <w:t xml:space="preserve"> (only with Principal’s approval)</w:t>
      </w:r>
    </w:p>
    <w:p w:rsidR="002C0FC3" w:rsidRDefault="002C0FC3" w:rsidP="003C35B2"/>
    <w:p w:rsidR="002C0FC3" w:rsidRDefault="002C0FC3" w:rsidP="003C35B2"/>
    <w:p w:rsidR="002C0FC3" w:rsidRDefault="002C0FC3" w:rsidP="003C35B2"/>
    <w:p w:rsidR="002C0FC3" w:rsidRDefault="002C0FC3" w:rsidP="003C35B2"/>
    <w:p w:rsidR="002C0FC3" w:rsidRDefault="002C0FC3" w:rsidP="003C35B2"/>
    <w:p w:rsidR="002C0FC3" w:rsidRDefault="002C0FC3" w:rsidP="003C35B2"/>
    <w:p w:rsidR="002C0FC3" w:rsidRDefault="002C0FC3" w:rsidP="003C35B2"/>
    <w:p w:rsidR="002C0FC3" w:rsidRDefault="002C0FC3" w:rsidP="00B12DFE">
      <w:pPr>
        <w:ind w:left="720" w:hanging="720"/>
      </w:pPr>
      <w:r>
        <w:t xml:space="preserve">IV.  </w:t>
      </w:r>
      <w:r>
        <w:tab/>
        <w:t>Minutes including questions for the Leadership Team can be attached or written        on the back.</w:t>
      </w:r>
    </w:p>
    <w:p w:rsidR="002C0FC3" w:rsidRDefault="002C0FC3" w:rsidP="003C35B2"/>
    <w:p w:rsidR="002C0FC3" w:rsidRDefault="002C0FC3" w:rsidP="00A21917">
      <w:pPr>
        <w:jc w:val="center"/>
        <w:rPr>
          <w:u w:val="single"/>
        </w:rPr>
      </w:pPr>
      <w:r w:rsidRPr="00B12DFE">
        <w:rPr>
          <w:u w:val="single"/>
        </w:rPr>
        <w:t>A copy of this document should be sent to the Principal and Instructional Facilitator.</w:t>
      </w:r>
    </w:p>
    <w:p w:rsidR="002C0FC3" w:rsidRDefault="002C0FC3" w:rsidP="00A21917">
      <w:pPr>
        <w:jc w:val="center"/>
        <w:rPr>
          <w:u w:val="single"/>
        </w:rPr>
      </w:pPr>
    </w:p>
    <w:sectPr w:rsidR="002C0FC3" w:rsidSect="002863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6479"/>
    <w:multiLevelType w:val="hybridMultilevel"/>
    <w:tmpl w:val="5A6C637E"/>
    <w:lvl w:ilvl="0" w:tplc="2E84C44C">
      <w:start w:val="1"/>
      <w:numFmt w:val="upperRoman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 w:tplc="4C98BD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613F38"/>
    <w:multiLevelType w:val="hybridMultilevel"/>
    <w:tmpl w:val="B10CC6C8"/>
    <w:lvl w:ilvl="0" w:tplc="9F2CCE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1173AC"/>
    <w:multiLevelType w:val="hybridMultilevel"/>
    <w:tmpl w:val="29889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1F5961"/>
    <w:multiLevelType w:val="hybridMultilevel"/>
    <w:tmpl w:val="C80AA2B6"/>
    <w:lvl w:ilvl="0" w:tplc="18D034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B26867"/>
    <w:multiLevelType w:val="hybridMultilevel"/>
    <w:tmpl w:val="F7CCE570"/>
    <w:lvl w:ilvl="0" w:tplc="5B02EE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572D2F"/>
    <w:multiLevelType w:val="hybridMultilevel"/>
    <w:tmpl w:val="C2A25A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B922C74"/>
    <w:multiLevelType w:val="hybridMultilevel"/>
    <w:tmpl w:val="30521ADA"/>
    <w:lvl w:ilvl="0" w:tplc="983E2A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2D7DBC"/>
    <w:multiLevelType w:val="hybridMultilevel"/>
    <w:tmpl w:val="C31CB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6E13"/>
    <w:rsid w:val="00022734"/>
    <w:rsid w:val="00050BFE"/>
    <w:rsid w:val="000915D8"/>
    <w:rsid w:val="000F1116"/>
    <w:rsid w:val="0012326C"/>
    <w:rsid w:val="00166CBD"/>
    <w:rsid w:val="00187748"/>
    <w:rsid w:val="001C126B"/>
    <w:rsid w:val="001D785C"/>
    <w:rsid w:val="00204F00"/>
    <w:rsid w:val="00212917"/>
    <w:rsid w:val="002245D5"/>
    <w:rsid w:val="00236DFD"/>
    <w:rsid w:val="00244914"/>
    <w:rsid w:val="0028630E"/>
    <w:rsid w:val="0028770D"/>
    <w:rsid w:val="002A5799"/>
    <w:rsid w:val="002B4EF3"/>
    <w:rsid w:val="002C0FC3"/>
    <w:rsid w:val="002E22B7"/>
    <w:rsid w:val="00315DB4"/>
    <w:rsid w:val="0038255D"/>
    <w:rsid w:val="003A6E13"/>
    <w:rsid w:val="003C35B2"/>
    <w:rsid w:val="003D2D72"/>
    <w:rsid w:val="00406761"/>
    <w:rsid w:val="00444DA3"/>
    <w:rsid w:val="00447138"/>
    <w:rsid w:val="004503BE"/>
    <w:rsid w:val="00450666"/>
    <w:rsid w:val="00491BE2"/>
    <w:rsid w:val="004B6830"/>
    <w:rsid w:val="004C06B4"/>
    <w:rsid w:val="004C14D5"/>
    <w:rsid w:val="004F3F77"/>
    <w:rsid w:val="004F3FD2"/>
    <w:rsid w:val="00506D59"/>
    <w:rsid w:val="00536276"/>
    <w:rsid w:val="00570672"/>
    <w:rsid w:val="005827B7"/>
    <w:rsid w:val="005B267B"/>
    <w:rsid w:val="005C0B31"/>
    <w:rsid w:val="005C426A"/>
    <w:rsid w:val="0061323E"/>
    <w:rsid w:val="006276BC"/>
    <w:rsid w:val="006369B8"/>
    <w:rsid w:val="0064081B"/>
    <w:rsid w:val="006A1A9B"/>
    <w:rsid w:val="006A79F5"/>
    <w:rsid w:val="006B53B0"/>
    <w:rsid w:val="006B7FB6"/>
    <w:rsid w:val="006E4689"/>
    <w:rsid w:val="007112C5"/>
    <w:rsid w:val="00773BA1"/>
    <w:rsid w:val="00782418"/>
    <w:rsid w:val="007829D8"/>
    <w:rsid w:val="00803239"/>
    <w:rsid w:val="00807F5B"/>
    <w:rsid w:val="00811569"/>
    <w:rsid w:val="00815B1C"/>
    <w:rsid w:val="00845720"/>
    <w:rsid w:val="00883829"/>
    <w:rsid w:val="00890829"/>
    <w:rsid w:val="00896FE7"/>
    <w:rsid w:val="008B425F"/>
    <w:rsid w:val="008E2054"/>
    <w:rsid w:val="008F735A"/>
    <w:rsid w:val="00921374"/>
    <w:rsid w:val="0092724B"/>
    <w:rsid w:val="009837F0"/>
    <w:rsid w:val="00995772"/>
    <w:rsid w:val="009C2D1B"/>
    <w:rsid w:val="00A21917"/>
    <w:rsid w:val="00A51E34"/>
    <w:rsid w:val="00AB357A"/>
    <w:rsid w:val="00AD17BC"/>
    <w:rsid w:val="00AD3403"/>
    <w:rsid w:val="00AD6114"/>
    <w:rsid w:val="00AD729B"/>
    <w:rsid w:val="00AF270C"/>
    <w:rsid w:val="00AF6F08"/>
    <w:rsid w:val="00B0414F"/>
    <w:rsid w:val="00B12DFE"/>
    <w:rsid w:val="00B12EAF"/>
    <w:rsid w:val="00B36EE7"/>
    <w:rsid w:val="00B4358B"/>
    <w:rsid w:val="00B70541"/>
    <w:rsid w:val="00BB1037"/>
    <w:rsid w:val="00C20BF8"/>
    <w:rsid w:val="00C46BCB"/>
    <w:rsid w:val="00C87400"/>
    <w:rsid w:val="00C87F54"/>
    <w:rsid w:val="00CE655C"/>
    <w:rsid w:val="00CE7DE0"/>
    <w:rsid w:val="00CF3198"/>
    <w:rsid w:val="00D10346"/>
    <w:rsid w:val="00D13DD5"/>
    <w:rsid w:val="00E011E0"/>
    <w:rsid w:val="00E35059"/>
    <w:rsid w:val="00E464A5"/>
    <w:rsid w:val="00E65A77"/>
    <w:rsid w:val="00ED0D22"/>
    <w:rsid w:val="00ED224B"/>
    <w:rsid w:val="00F7686D"/>
    <w:rsid w:val="00F947B3"/>
    <w:rsid w:val="00F95731"/>
    <w:rsid w:val="00FB5105"/>
    <w:rsid w:val="00FD3E16"/>
    <w:rsid w:val="00FF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30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15D8"/>
    <w:pPr>
      <w:keepNext/>
      <w:jc w:val="center"/>
      <w:outlineLvl w:val="0"/>
    </w:pPr>
    <w:rPr>
      <w:sz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15D8"/>
    <w:pPr>
      <w:keepNext/>
      <w:jc w:val="center"/>
      <w:outlineLvl w:val="2"/>
    </w:pPr>
    <w:rPr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915D8"/>
    <w:pPr>
      <w:keepNext/>
      <w:widowControl w:val="0"/>
      <w:tabs>
        <w:tab w:val="left" w:pos="3702"/>
      </w:tabs>
      <w:autoSpaceDE w:val="0"/>
      <w:autoSpaceDN w:val="0"/>
      <w:adjustRightInd w:val="0"/>
      <w:ind w:left="2880"/>
      <w:jc w:val="both"/>
      <w:outlineLvl w:val="4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F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F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F4D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175</Words>
  <Characters>1001</Characters>
  <Application>Microsoft Office Outlook</Application>
  <DocSecurity>0</DocSecurity>
  <Lines>0</Lines>
  <Paragraphs>0</Paragraphs>
  <ScaleCrop>false</ScaleCrop>
  <Company>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Riverside High  School</dc:title>
  <dc:subject/>
  <dc:creator> </dc:creator>
  <cp:keywords/>
  <dc:description/>
  <cp:lastModifiedBy> </cp:lastModifiedBy>
  <cp:revision>2</cp:revision>
  <cp:lastPrinted>2010-07-26T10:24:00Z</cp:lastPrinted>
  <dcterms:created xsi:type="dcterms:W3CDTF">2011-09-12T10:17:00Z</dcterms:created>
  <dcterms:modified xsi:type="dcterms:W3CDTF">2011-09-12T10:17:00Z</dcterms:modified>
</cp:coreProperties>
</file>